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AC4" w:rsidRDefault="00ED1AC4" w:rsidP="00030B61">
      <w:pPr>
        <w:pStyle w:val="Heading2"/>
        <w:rPr>
          <w:u w:color="666699"/>
        </w:rPr>
      </w:pPr>
      <w:r>
        <w:rPr>
          <w:u w:color="666699"/>
        </w:rPr>
        <w:t>Minimum points provided</w:t>
      </w:r>
    </w:p>
    <w:p w:rsidR="00ED1AC4" w:rsidRPr="009754EF" w:rsidRDefault="00ED1AC4" w:rsidP="00ED1AC4">
      <w:pPr>
        <w:pStyle w:val="OPM-conclusion"/>
      </w:pPr>
      <w:r w:rsidRPr="009754EF">
        <w:t>the person has provided the minimum number of points of identification for the application if</w:t>
      </w:r>
    </w:p>
    <w:p w:rsidR="00ED1AC4" w:rsidRPr="009754EF" w:rsidRDefault="00ED1AC4" w:rsidP="00ED1AC4">
      <w:pPr>
        <w:pStyle w:val="OPM-level1"/>
      </w:pPr>
      <w:r w:rsidRPr="009754EF">
        <w:rPr>
          <w:u w:val="single" w:color="666699"/>
        </w:rPr>
        <w:t>the total points provided</w:t>
      </w:r>
      <w:r w:rsidRPr="009754EF">
        <w:t xml:space="preserve"> </w:t>
      </w:r>
      <w:r w:rsidRPr="009754EF">
        <w:rPr>
          <w:u w:color="666699"/>
        </w:rPr>
        <w:t>&gt;= 100</w:t>
      </w:r>
    </w:p>
    <w:p w:rsidR="00ED1AC4" w:rsidRPr="009754EF" w:rsidRDefault="00ED1AC4" w:rsidP="00ED1AC4">
      <w:pPr>
        <w:pStyle w:val="OPM-conclusion"/>
      </w:pPr>
      <w:r w:rsidRPr="009754EF">
        <w:rPr>
          <w:u w:val="single" w:color="666699"/>
        </w:rPr>
        <w:t>the total points provided</w:t>
      </w:r>
      <w:r w:rsidRPr="009754EF">
        <w:t xml:space="preserve"> = InstanceSum(</w:t>
      </w:r>
      <w:r w:rsidRPr="009754EF">
        <w:rPr>
          <w:u w:val="single" w:color="666699"/>
        </w:rPr>
        <w:t>the documents provided</w:t>
      </w:r>
      <w:r w:rsidRPr="009754EF">
        <w:t xml:space="preserve">, </w:t>
      </w:r>
      <w:r w:rsidRPr="009754EF">
        <w:rPr>
          <w:u w:val="single" w:color="666699"/>
        </w:rPr>
        <w:t>the points value of the identity document</w:t>
      </w:r>
      <w:r w:rsidRPr="009754EF">
        <w:t>)</w:t>
      </w:r>
    </w:p>
    <w:p w:rsidR="00ED1AC4" w:rsidRPr="00ED1AC4" w:rsidRDefault="00ED1AC4" w:rsidP="00ED1AC4"/>
    <w:p w:rsidR="002D7282" w:rsidRDefault="002D7282" w:rsidP="00030B61">
      <w:pPr>
        <w:pStyle w:val="Heading2"/>
        <w:rPr>
          <w:u w:color="666699"/>
        </w:rPr>
      </w:pPr>
      <w:r>
        <w:rPr>
          <w:u w:color="666699"/>
        </w:rPr>
        <w:t>Ensuring the user has selected at least one option</w:t>
      </w:r>
    </w:p>
    <w:p w:rsidR="002D7282" w:rsidRPr="009754EF" w:rsidRDefault="005F2612" w:rsidP="002D7282">
      <w:pPr>
        <w:pStyle w:val="OPM-conclusion"/>
      </w:pPr>
      <w:r w:rsidRPr="009754EF">
        <w:t>Error("</w:t>
      </w:r>
      <w:r w:rsidR="002D7282" w:rsidRPr="009754EF">
        <w:t>Please select at least one</w:t>
      </w:r>
      <w:r w:rsidR="00ED4830" w:rsidRPr="009754EF">
        <w:t xml:space="preserve"> document</w:t>
      </w:r>
      <w:r w:rsidRPr="009754EF">
        <w:t>"</w:t>
      </w:r>
      <w:r w:rsidR="002D7282" w:rsidRPr="009754EF">
        <w:t>) if</w:t>
      </w:r>
    </w:p>
    <w:p w:rsidR="002D7282" w:rsidRPr="009754EF" w:rsidRDefault="005F2612" w:rsidP="002D7282">
      <w:pPr>
        <w:pStyle w:val="OPM-level1"/>
      </w:pPr>
      <w:r w:rsidRPr="009754EF">
        <w:rPr>
          <w:u w:val="single" w:color="666699"/>
        </w:rPr>
        <w:t>t</w:t>
      </w:r>
      <w:r w:rsidR="002D7282" w:rsidRPr="009754EF">
        <w:rPr>
          <w:u w:val="single" w:color="666699"/>
        </w:rPr>
        <w:t>he number of documents provided</w:t>
      </w:r>
      <w:r w:rsidR="002D7282" w:rsidRPr="009754EF">
        <w:rPr>
          <w:u w:color="666699"/>
        </w:rPr>
        <w:t xml:space="preserve"> &lt; 1</w:t>
      </w:r>
    </w:p>
    <w:p w:rsidR="000F7BC0" w:rsidRPr="009754EF" w:rsidRDefault="005F2612" w:rsidP="000F7BC0">
      <w:pPr>
        <w:pStyle w:val="OPM-conclusion"/>
      </w:pPr>
      <w:r w:rsidRPr="009754EF">
        <w:rPr>
          <w:u w:val="single" w:color="666699"/>
        </w:rPr>
        <w:t>t</w:t>
      </w:r>
      <w:r w:rsidR="00EB1995" w:rsidRPr="009754EF">
        <w:rPr>
          <w:u w:val="single" w:color="666699"/>
        </w:rPr>
        <w:t>he number of documents provided</w:t>
      </w:r>
      <w:r w:rsidR="00EB1995" w:rsidRPr="009754EF">
        <w:t xml:space="preserve"> = InstanceCount(</w:t>
      </w:r>
      <w:r w:rsidR="00EB1995" w:rsidRPr="009754EF">
        <w:rPr>
          <w:u w:val="single" w:color="666699"/>
        </w:rPr>
        <w:t>the documents provided</w:t>
      </w:r>
      <w:r w:rsidR="00EB1995" w:rsidRPr="009754EF">
        <w:t>)</w:t>
      </w:r>
    </w:p>
    <w:p w:rsidR="00030B61" w:rsidRDefault="00030B61" w:rsidP="00030B61">
      <w:pPr>
        <w:pStyle w:val="Heading2"/>
        <w:rPr>
          <w:u w:color="666699"/>
        </w:rPr>
      </w:pPr>
    </w:p>
    <w:p w:rsidR="002D7282" w:rsidRPr="00030B61" w:rsidRDefault="002D7282" w:rsidP="00030B61">
      <w:pPr>
        <w:pStyle w:val="Heading2"/>
        <w:rPr>
          <w:u w:color="666699"/>
        </w:rPr>
      </w:pPr>
      <w:r w:rsidRPr="00030B61">
        <w:rPr>
          <w:u w:color="666699"/>
        </w:rPr>
        <w:t>Enforcing at least one of a particular type must be selected</w:t>
      </w:r>
    </w:p>
    <w:p w:rsidR="002D7282" w:rsidRPr="009754EF" w:rsidRDefault="005F2612" w:rsidP="002D7282">
      <w:pPr>
        <w:pStyle w:val="OPM-conclusion"/>
      </w:pPr>
      <w:r w:rsidRPr="009754EF">
        <w:t>Error("</w:t>
      </w:r>
      <w:r w:rsidR="002D7282" w:rsidRPr="009754EF">
        <w:t>Please selec</w:t>
      </w:r>
      <w:r w:rsidRPr="009754EF">
        <w:t>t at least one Primary document"</w:t>
      </w:r>
      <w:r w:rsidR="002D7282" w:rsidRPr="009754EF">
        <w:t>) if</w:t>
      </w:r>
    </w:p>
    <w:p w:rsidR="002D7282" w:rsidRPr="009754EF" w:rsidRDefault="005F2612" w:rsidP="002D7282">
      <w:pPr>
        <w:pStyle w:val="OPM-level1"/>
      </w:pPr>
      <w:r w:rsidRPr="009754EF">
        <w:rPr>
          <w:u w:val="single" w:color="666699"/>
        </w:rPr>
        <w:t>t</w:t>
      </w:r>
      <w:r w:rsidR="002D7282" w:rsidRPr="009754EF">
        <w:rPr>
          <w:u w:val="single" w:color="666699"/>
        </w:rPr>
        <w:t xml:space="preserve">he number of </w:t>
      </w:r>
      <w:r w:rsidR="0074125C" w:rsidRPr="009754EF">
        <w:rPr>
          <w:u w:val="single" w:color="666699"/>
        </w:rPr>
        <w:t xml:space="preserve">primary </w:t>
      </w:r>
      <w:r w:rsidR="002D7282" w:rsidRPr="009754EF">
        <w:rPr>
          <w:u w:val="single" w:color="666699"/>
        </w:rPr>
        <w:t>documents provided</w:t>
      </w:r>
      <w:r w:rsidR="002D7282" w:rsidRPr="009754EF">
        <w:rPr>
          <w:u w:color="666699"/>
        </w:rPr>
        <w:t xml:space="preserve"> &lt; 1</w:t>
      </w:r>
    </w:p>
    <w:p w:rsidR="000F7BC0" w:rsidRPr="009754EF" w:rsidRDefault="005F2612" w:rsidP="002D7282">
      <w:pPr>
        <w:pStyle w:val="OPM-conclusion"/>
      </w:pPr>
      <w:r w:rsidRPr="009754EF">
        <w:rPr>
          <w:u w:val="single" w:color="666699"/>
        </w:rPr>
        <w:t>t</w:t>
      </w:r>
      <w:r w:rsidR="002D7282" w:rsidRPr="009754EF">
        <w:rPr>
          <w:u w:val="single" w:color="666699"/>
        </w:rPr>
        <w:t xml:space="preserve">he number of </w:t>
      </w:r>
      <w:r w:rsidR="0074125C" w:rsidRPr="009754EF">
        <w:rPr>
          <w:u w:val="single" w:color="666699"/>
        </w:rPr>
        <w:t xml:space="preserve">primary </w:t>
      </w:r>
      <w:r w:rsidR="002D7282" w:rsidRPr="009754EF">
        <w:rPr>
          <w:u w:val="single" w:color="666699"/>
        </w:rPr>
        <w:t>documents provided</w:t>
      </w:r>
      <w:r w:rsidR="002D7282" w:rsidRPr="009754EF">
        <w:t xml:space="preserve"> = InstanceCountIf</w:t>
      </w:r>
      <w:r w:rsidR="000F7BC0" w:rsidRPr="009754EF">
        <w:t>(</w:t>
      </w:r>
      <w:r w:rsidR="000F7BC0" w:rsidRPr="009754EF">
        <w:rPr>
          <w:u w:val="single" w:color="666699"/>
        </w:rPr>
        <w:t>the documents provided</w:t>
      </w:r>
      <w:r w:rsidR="000F7BC0" w:rsidRPr="009754EF">
        <w:t xml:space="preserve">, </w:t>
      </w:r>
      <w:r w:rsidR="000F7BC0" w:rsidRPr="009754EF">
        <w:rPr>
          <w:u w:val="single" w:color="666699"/>
        </w:rPr>
        <w:t>the classification of the identity document</w:t>
      </w:r>
      <w:r w:rsidR="000F7BC0" w:rsidRPr="009754EF">
        <w:t xml:space="preserve"> = "Primary")</w:t>
      </w:r>
    </w:p>
    <w:p w:rsidR="002D7282" w:rsidRDefault="002D7282" w:rsidP="002D7282">
      <w:pPr>
        <w:pStyle w:val="OPM-blankline"/>
      </w:pPr>
    </w:p>
    <w:p w:rsidR="00761ECD" w:rsidRDefault="00761ECD" w:rsidP="00761ECD">
      <w:pPr>
        <w:pStyle w:val="Heading2"/>
        <w:rPr>
          <w:u w:color="666699"/>
        </w:rPr>
      </w:pPr>
      <w:r>
        <w:rPr>
          <w:u w:color="666699"/>
        </w:rPr>
        <w:t>Ensuring the user has provided at least 100 points</w:t>
      </w:r>
    </w:p>
    <w:p w:rsidR="00761ECD" w:rsidRPr="009754EF" w:rsidRDefault="00761ECD" w:rsidP="002F33AF">
      <w:pPr>
        <w:pStyle w:val="OPM-conclusion"/>
      </w:pPr>
      <w:r w:rsidRPr="009754EF">
        <w:t>Error("You have not provided 100 points of identificat</w:t>
      </w:r>
      <w:bookmarkStart w:id="0" w:name="_GoBack"/>
      <w:bookmarkEnd w:id="0"/>
      <w:r w:rsidRPr="009754EF">
        <w:t>ion") if</w:t>
      </w:r>
    </w:p>
    <w:p w:rsidR="00761ECD" w:rsidRPr="009754EF" w:rsidRDefault="00761ECD" w:rsidP="002F33AF">
      <w:pPr>
        <w:pStyle w:val="OPM-level1"/>
      </w:pPr>
      <w:r w:rsidRPr="009754EF">
        <w:rPr>
          <w:u w:val="single" w:color="666699"/>
        </w:rPr>
        <w:t>the total points provided</w:t>
      </w:r>
      <w:r w:rsidRPr="009754EF">
        <w:t xml:space="preserve"> </w:t>
      </w:r>
      <w:r w:rsidRPr="009754EF">
        <w:rPr>
          <w:u w:color="666699"/>
        </w:rPr>
        <w:t>&lt; 100</w:t>
      </w:r>
    </w:p>
    <w:p w:rsidR="002D7282" w:rsidRDefault="002D7282" w:rsidP="002D7282">
      <w:pPr>
        <w:pStyle w:val="OPM-blankline"/>
      </w:pPr>
    </w:p>
    <w:sectPr w:rsidR="002D7282" w:rsidSect="004D4A82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macro wne:macroName="TEMPLATEPROJECT.FLUENTRIBBON.ACTIONLEVEL2"/>
    </wne:keymap>
    <wne:keymap wne:kcmPrimary="0072">
      <wne:macro wne:macroName="TEMPLATEPROJECT.FLUENTRIBBON.ACTIONLEVEL3"/>
    </wne:keymap>
    <wne:keymap wne:kcmPrimary="0073">
      <wne:macro wne:macroName="TEMPLATEPROJECT.FLUENTRIBBON.ACTIONLEVEL4"/>
    </wne:keymap>
    <wne:keymap wne:kcmPrimary="0074">
      <wne:macro wne:macroName="TEMPLATEPROJECT.FLUENTRIBBON.ACTIONLEVEL5"/>
    </wne:keymap>
    <wne:keymap wne:kcmPrimary="0076">
      <wne:macro wne:macroName="TEMPLATEPROJECT.FLUENTRIBBON.ACTIONSHORTCUTRULE"/>
    </wne:keymap>
    <wne:keymap wne:kcmPrimary="007A">
      <wne:macro wne:macroName="TEMPLATEPROJECT.FLUENTRIBBON.ACTIONDECREASEINDENT"/>
    </wne:keymap>
    <wne:keymap wne:kcmPrimary="007B">
      <wne:macro wne:macroName="TEMPLATEPROJECT.FLUENTRIBBON.ACTIONINCREASEINDENT"/>
    </wne:keymap>
    <wne:keymap wne:kcmPrimary="0320">
      <wne:macro wne:macroName="TEMPLATEPROJECT.FLUENTRIBBON.ACTIONRULEASSISTANT"/>
    </wne:keymap>
    <wne:keymap wne:kcmPrimary="032E">
      <wne:macro wne:macroName="TEMPLATEPROJECT.FLUENTRIBBON.ACTIONDELETECONDITION"/>
    </wne:keymap>
    <wne:keymap wne:kcmPrimary="0431">
      <wne:macro wne:macroName="TEMPLATEPROJECT.FLUENTRIBBON.ACTIONHEADING1"/>
    </wne:keymap>
    <wne:keymap wne:kcmPrimary="0432">
      <wne:macro wne:macroName="TEMPLATEPROJECT.FLUENTRIBBON.ACTIONHEADING2"/>
    </wne:keymap>
    <wne:keymap wne:kcmPrimary="0433">
      <wne:macro wne:macroName="TEMPLATEPROJECT.FLUENTRIBBON.ACTIONHEADING3"/>
    </wne:keymap>
    <wne:keymap wne:kcmPrimary="0442">
      <wne:macro wne:macroName="TEMPLATEPROJECT.FLUENTRIBBON.ACTIONBLANKLINE"/>
    </wne:keymap>
    <wne:keymap wne:kcmPrimary="0443">
      <wne:macro wne:macroName="TEMPLATEPROJECT.FLUENTRIBBON.ACTIONCONCLUSION"/>
    </wne:keymap>
    <wne:keymap wne:kcmPrimary="0447">
      <wne:macro wne:macroName="TEMPLATEPROJECT.FLUENTRIBBON.ACTIONGOTO"/>
    </wne:keymap>
    <wne:keymap wne:kcmPrimary="044C">
      <wne:macro wne:macroName="TEMPLATEPROJECT.FLUENTRIBBON.ACTIONTABLELEGEND"/>
    </wne:keymap>
    <wne:keymap wne:kcmPrimary="044E">
      <wne:macro wne:macroName="TEMPLATEPROJECT.FLUENTRIBBON.ACTIONRULENAME"/>
    </wne:keymap>
    <wne:keymap wne:kcmPrimary="0452">
      <wne:macro wne:macroName="TEMPLATEPROJECT.FLUENTRIBBON.ACTIONVALIDATE"/>
    </wne:keymap>
    <wne:keymap wne:kcmPrimary="0454">
      <wne:macro wne:macroName="TEMPLATEPROJECT.FLUENTRIBBON.ACTIONADDTAG"/>
    </wne:keymap>
    <wne:keymap wne:kcmPrimary="0459">
      <wne:macro wne:macroName="TEMPLATEPROJECT.FLUENTRIBBON.ACTIONSHOWSTYLES"/>
    </wne:keymap>
    <wne:keymap wne:kcmPrimary="045A">
      <wne:macro wne:macroName="TEMPLATEPROJECT.FLUENTRIBBON.ACTIONRULETABLE"/>
    </wne:keymap>
    <wne:keymap wne:kcmPrimary="0470">
      <wne:macro wne:macroName="TEMPLATEPROJECT.FLUENTRIBBON.ACTIONLEVEL1"/>
    </wne:keymap>
    <wne:keymap wne:kcmPrimary="047B">
      <wne:macro wne:macroName="TEMPLATEPROJECT.FLUENTRIBBON.ACTIONTOGGLECOMMEN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ED" w:rsidRDefault="00837BED">
      <w:r>
        <w:separator/>
      </w:r>
    </w:p>
  </w:endnote>
  <w:endnote w:type="continuationSeparator" w:id="0">
    <w:p w:rsidR="00837BED" w:rsidRDefault="0083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1D7" w:rsidRDefault="00996201">
    <w:pPr>
      <w:pStyle w:val="Footer"/>
      <w:tabs>
        <w:tab w:val="clear" w:pos="8640"/>
      </w:tabs>
    </w:pPr>
    <w:fldSimple w:instr=" FILENAME   \* MERGEFORMAT ">
      <w:r w:rsidR="00EE44A3">
        <w:rPr>
          <w:noProof/>
        </w:rPr>
        <w:t>Document1</w:t>
      </w:r>
    </w:fldSimple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097B5A">
      <w:fldChar w:fldCharType="begin"/>
    </w:r>
    <w:r w:rsidR="00097B5A">
      <w:instrText xml:space="preserve"> PAGE   \* MERGEFORMAT </w:instrText>
    </w:r>
    <w:r w:rsidR="00097B5A">
      <w:fldChar w:fldCharType="separate"/>
    </w:r>
    <w:r w:rsidR="00341A8E">
      <w:rPr>
        <w:noProof/>
      </w:rPr>
      <w:t>1</w:t>
    </w:r>
    <w:r w:rsidR="00097B5A">
      <w:rPr>
        <w:noProof/>
      </w:rPr>
      <w:fldChar w:fldCharType="end"/>
    </w:r>
  </w:p>
  <w:p w:rsidR="00FB31D7" w:rsidRDefault="00097B5A">
    <w:pPr>
      <w:pStyle w:val="Footer"/>
      <w:tabs>
        <w:tab w:val="clear" w:pos="8640"/>
      </w:tabs>
    </w:pPr>
    <w:r>
      <w:fldChar w:fldCharType="begin"/>
    </w:r>
    <w:r>
      <w:instrText xml:space="preserve"> SAVEDATE  \@ "d/MM/yyyy h:mm am/pm"  \* MERGEFORMAT </w:instrText>
    </w:r>
    <w:r>
      <w:fldChar w:fldCharType="separate"/>
    </w:r>
    <w:r w:rsidR="00006766">
      <w:rPr>
        <w:noProof/>
      </w:rPr>
      <w:t>9/06/2022 8:01 AM</w:t>
    </w:r>
    <w:r>
      <w:rPr>
        <w:noProof/>
      </w:rPr>
      <w:fldChar w:fldCharType="end"/>
    </w:r>
  </w:p>
  <w:p w:rsidR="00FB31D7" w:rsidRDefault="00FB31D7"/>
  <w:p w:rsidR="00FB31D7" w:rsidRDefault="00FB31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ED" w:rsidRDefault="00837BED">
      <w:r>
        <w:separator/>
      </w:r>
    </w:p>
  </w:footnote>
  <w:footnote w:type="continuationSeparator" w:id="0">
    <w:p w:rsidR="00837BED" w:rsidRDefault="0083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1F8C6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5AA4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954EA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DEA2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B84C2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7E0D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78C1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DA4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68D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8AE0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D33CC"/>
    <w:multiLevelType w:val="hybridMultilevel"/>
    <w:tmpl w:val="65E4750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9DCF9C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1D336D8"/>
    <w:multiLevelType w:val="hybridMultilevel"/>
    <w:tmpl w:val="5EAA22D8"/>
    <w:lvl w:ilvl="0" w:tplc="D28834D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8D16F81"/>
    <w:multiLevelType w:val="hybridMultilevel"/>
    <w:tmpl w:val="08F855E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9806C7D4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8DD2A3A"/>
    <w:multiLevelType w:val="hybridMultilevel"/>
    <w:tmpl w:val="BC1055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8E12DD"/>
    <w:multiLevelType w:val="hybridMultilevel"/>
    <w:tmpl w:val="A4421F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A0E4661"/>
    <w:multiLevelType w:val="hybridMultilevel"/>
    <w:tmpl w:val="5F84BC7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AEF7C4F"/>
    <w:multiLevelType w:val="hybridMultilevel"/>
    <w:tmpl w:val="A4421FD0"/>
    <w:lvl w:ilvl="0" w:tplc="2F760DA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C5364FF"/>
    <w:multiLevelType w:val="hybridMultilevel"/>
    <w:tmpl w:val="723CDC1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32820D9E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F6B0F99"/>
    <w:multiLevelType w:val="hybridMultilevel"/>
    <w:tmpl w:val="4EF45208"/>
    <w:lvl w:ilvl="0" w:tplc="05E43B5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85021D"/>
    <w:multiLevelType w:val="hybridMultilevel"/>
    <w:tmpl w:val="DF5425F0"/>
    <w:lvl w:ilvl="0" w:tplc="794E3F9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9D469D1"/>
    <w:multiLevelType w:val="hybridMultilevel"/>
    <w:tmpl w:val="7724034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B51033F"/>
    <w:multiLevelType w:val="hybridMultilevel"/>
    <w:tmpl w:val="9F1433C8"/>
    <w:lvl w:ilvl="0" w:tplc="2AB8393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2" w15:restartNumberingAfterBreak="0">
    <w:nsid w:val="34166DAB"/>
    <w:multiLevelType w:val="hybridMultilevel"/>
    <w:tmpl w:val="4EF452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0B5B8">
      <w:start w:val="1"/>
      <w:numFmt w:val="lowerRoman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A3557B"/>
    <w:multiLevelType w:val="multilevel"/>
    <w:tmpl w:val="CED41B8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211" w:hanging="1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864" w:firstLine="197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B8F3019"/>
    <w:multiLevelType w:val="hybridMultilevel"/>
    <w:tmpl w:val="D1A2CCA2"/>
    <w:lvl w:ilvl="0" w:tplc="870A2BDA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4664367D"/>
    <w:multiLevelType w:val="hybridMultilevel"/>
    <w:tmpl w:val="BC1055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160163"/>
    <w:multiLevelType w:val="hybridMultilevel"/>
    <w:tmpl w:val="E398FA4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F6769A2"/>
    <w:multiLevelType w:val="hybridMultilevel"/>
    <w:tmpl w:val="BC1055EC"/>
    <w:lvl w:ilvl="0" w:tplc="B5E467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A2068D"/>
    <w:multiLevelType w:val="hybridMultilevel"/>
    <w:tmpl w:val="E0EC80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95AB77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B5F7D"/>
    <w:multiLevelType w:val="hybridMultilevel"/>
    <w:tmpl w:val="10F6186C"/>
    <w:lvl w:ilvl="0" w:tplc="CB120A1E">
      <w:start w:val="1"/>
      <w:numFmt w:val="bullet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52D50"/>
    <w:multiLevelType w:val="hybridMultilevel"/>
    <w:tmpl w:val="77240348"/>
    <w:lvl w:ilvl="0" w:tplc="5F7EBC6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D857693"/>
    <w:multiLevelType w:val="hybridMultilevel"/>
    <w:tmpl w:val="65E47506"/>
    <w:lvl w:ilvl="0" w:tplc="424A89D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9DCF9C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31E4ADE"/>
    <w:multiLevelType w:val="hybridMultilevel"/>
    <w:tmpl w:val="F3E417E6"/>
    <w:lvl w:ilvl="0" w:tplc="AD2C08C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57C2524"/>
    <w:multiLevelType w:val="hybridMultilevel"/>
    <w:tmpl w:val="A4421FD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ECE6B59"/>
    <w:multiLevelType w:val="hybridMultilevel"/>
    <w:tmpl w:val="CB88CA7C"/>
    <w:lvl w:ilvl="0" w:tplc="EFB0C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E57877"/>
    <w:multiLevelType w:val="hybridMultilevel"/>
    <w:tmpl w:val="5D96D2C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93A3B8A">
      <w:start w:val="1"/>
      <w:numFmt w:val="lowerRoman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4"/>
  </w:num>
  <w:num w:numId="2">
    <w:abstractNumId w:val="21"/>
  </w:num>
  <w:num w:numId="3">
    <w:abstractNumId w:val="34"/>
  </w:num>
  <w:num w:numId="4">
    <w:abstractNumId w:val="9"/>
  </w:num>
  <w:num w:numId="5">
    <w:abstractNumId w:val="9"/>
  </w:num>
  <w:num w:numId="6">
    <w:abstractNumId w:val="29"/>
  </w:num>
  <w:num w:numId="7">
    <w:abstractNumId w:val="29"/>
  </w:num>
  <w:num w:numId="8">
    <w:abstractNumId w:val="29"/>
  </w:num>
  <w:num w:numId="9">
    <w:abstractNumId w:val="23"/>
  </w:num>
  <w:num w:numId="10">
    <w:abstractNumId w:val="23"/>
  </w:num>
  <w:num w:numId="11">
    <w:abstractNumId w:val="7"/>
  </w:num>
  <w:num w:numId="12">
    <w:abstractNumId w:val="7"/>
  </w:num>
  <w:num w:numId="13">
    <w:abstractNumId w:val="27"/>
  </w:num>
  <w:num w:numId="14">
    <w:abstractNumId w:val="18"/>
  </w:num>
  <w:num w:numId="15">
    <w:abstractNumId w:val="22"/>
  </w:num>
  <w:num w:numId="16">
    <w:abstractNumId w:val="25"/>
  </w:num>
  <w:num w:numId="17">
    <w:abstractNumId w:val="13"/>
  </w:num>
  <w:num w:numId="18">
    <w:abstractNumId w:val="19"/>
  </w:num>
  <w:num w:numId="19">
    <w:abstractNumId w:val="28"/>
  </w:num>
  <w:num w:numId="20">
    <w:abstractNumId w:val="11"/>
  </w:num>
  <w:num w:numId="21">
    <w:abstractNumId w:val="15"/>
  </w:num>
  <w:num w:numId="22">
    <w:abstractNumId w:val="16"/>
  </w:num>
  <w:num w:numId="23">
    <w:abstractNumId w:val="33"/>
  </w:num>
  <w:num w:numId="24">
    <w:abstractNumId w:val="14"/>
  </w:num>
  <w:num w:numId="25">
    <w:abstractNumId w:val="26"/>
  </w:num>
  <w:num w:numId="26">
    <w:abstractNumId w:val="12"/>
  </w:num>
  <w:num w:numId="27">
    <w:abstractNumId w:val="32"/>
  </w:num>
  <w:num w:numId="28">
    <w:abstractNumId w:val="17"/>
  </w:num>
  <w:num w:numId="29">
    <w:abstractNumId w:val="31"/>
  </w:num>
  <w:num w:numId="30">
    <w:abstractNumId w:val="35"/>
  </w:num>
  <w:num w:numId="31">
    <w:abstractNumId w:val="10"/>
  </w:num>
  <w:num w:numId="32">
    <w:abstractNumId w:val="30"/>
  </w:num>
  <w:num w:numId="33">
    <w:abstractNumId w:val="20"/>
  </w:num>
  <w:num w:numId="34">
    <w:abstractNumId w:val="24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5F42"/>
    <w:rsid w:val="00002AE3"/>
    <w:rsid w:val="00006766"/>
    <w:rsid w:val="00030B61"/>
    <w:rsid w:val="000649DC"/>
    <w:rsid w:val="00065677"/>
    <w:rsid w:val="00097B5A"/>
    <w:rsid w:val="000B350E"/>
    <w:rsid w:val="000D65DF"/>
    <w:rsid w:val="000F7BC0"/>
    <w:rsid w:val="00182F26"/>
    <w:rsid w:val="001B09CF"/>
    <w:rsid w:val="001D27CE"/>
    <w:rsid w:val="001D3460"/>
    <w:rsid w:val="001E0CD2"/>
    <w:rsid w:val="00203601"/>
    <w:rsid w:val="002405D9"/>
    <w:rsid w:val="00242497"/>
    <w:rsid w:val="002537E6"/>
    <w:rsid w:val="00267E45"/>
    <w:rsid w:val="002C1E16"/>
    <w:rsid w:val="002C235D"/>
    <w:rsid w:val="002D26F6"/>
    <w:rsid w:val="002D7282"/>
    <w:rsid w:val="002E0C17"/>
    <w:rsid w:val="002E4421"/>
    <w:rsid w:val="002F10CB"/>
    <w:rsid w:val="002F33AF"/>
    <w:rsid w:val="00321CD0"/>
    <w:rsid w:val="0034010E"/>
    <w:rsid w:val="00341A8E"/>
    <w:rsid w:val="0037377C"/>
    <w:rsid w:val="00373E26"/>
    <w:rsid w:val="003D26AF"/>
    <w:rsid w:val="003F0733"/>
    <w:rsid w:val="00413176"/>
    <w:rsid w:val="004178BC"/>
    <w:rsid w:val="00447429"/>
    <w:rsid w:val="004504D7"/>
    <w:rsid w:val="004571EB"/>
    <w:rsid w:val="004939AE"/>
    <w:rsid w:val="004D4A82"/>
    <w:rsid w:val="005228EC"/>
    <w:rsid w:val="0053506A"/>
    <w:rsid w:val="00581CB9"/>
    <w:rsid w:val="005D3051"/>
    <w:rsid w:val="005F2612"/>
    <w:rsid w:val="00626FBD"/>
    <w:rsid w:val="00661A26"/>
    <w:rsid w:val="006664A6"/>
    <w:rsid w:val="006C69BE"/>
    <w:rsid w:val="006F7FE1"/>
    <w:rsid w:val="0074125C"/>
    <w:rsid w:val="0074585D"/>
    <w:rsid w:val="00761ECD"/>
    <w:rsid w:val="0077247A"/>
    <w:rsid w:val="00772B5A"/>
    <w:rsid w:val="00774752"/>
    <w:rsid w:val="00783573"/>
    <w:rsid w:val="007F61B8"/>
    <w:rsid w:val="00837BED"/>
    <w:rsid w:val="00847B0C"/>
    <w:rsid w:val="00896539"/>
    <w:rsid w:val="00940398"/>
    <w:rsid w:val="009754EF"/>
    <w:rsid w:val="00987B90"/>
    <w:rsid w:val="00996201"/>
    <w:rsid w:val="009B3E4A"/>
    <w:rsid w:val="009D0171"/>
    <w:rsid w:val="009D0891"/>
    <w:rsid w:val="009D2AFD"/>
    <w:rsid w:val="009E5410"/>
    <w:rsid w:val="00A10E5E"/>
    <w:rsid w:val="00AD0B0C"/>
    <w:rsid w:val="00B23E59"/>
    <w:rsid w:val="00B6470C"/>
    <w:rsid w:val="00B97DA0"/>
    <w:rsid w:val="00BC4E8D"/>
    <w:rsid w:val="00BE31F3"/>
    <w:rsid w:val="00C3534C"/>
    <w:rsid w:val="00C90129"/>
    <w:rsid w:val="00CB5917"/>
    <w:rsid w:val="00D56395"/>
    <w:rsid w:val="00D61C07"/>
    <w:rsid w:val="00D61E60"/>
    <w:rsid w:val="00D941A4"/>
    <w:rsid w:val="00DF48DA"/>
    <w:rsid w:val="00E06407"/>
    <w:rsid w:val="00E22247"/>
    <w:rsid w:val="00E34A87"/>
    <w:rsid w:val="00E64889"/>
    <w:rsid w:val="00E71125"/>
    <w:rsid w:val="00E741F8"/>
    <w:rsid w:val="00E75BD9"/>
    <w:rsid w:val="00E7738D"/>
    <w:rsid w:val="00EB1995"/>
    <w:rsid w:val="00ED1AC4"/>
    <w:rsid w:val="00ED4830"/>
    <w:rsid w:val="00EE44A3"/>
    <w:rsid w:val="00F1259A"/>
    <w:rsid w:val="00F203D1"/>
    <w:rsid w:val="00F234B6"/>
    <w:rsid w:val="00F71D8C"/>
    <w:rsid w:val="00F85F42"/>
    <w:rsid w:val="00FA71A6"/>
    <w:rsid w:val="00FB31D7"/>
    <w:rsid w:val="00FB5DE6"/>
    <w:rsid w:val="00FC0C00"/>
    <w:rsid w:val="00FD2A6C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A41921"/>
  <w15:docId w15:val="{27F614C4-E456-43B0-8FBC-09D8E877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9DC"/>
    <w:pPr>
      <w:spacing w:after="120"/>
    </w:pPr>
    <w:rPr>
      <w:rFonts w:eastAsia="Batang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064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0649DC"/>
    <w:pPr>
      <w:keepNext/>
      <w:spacing w:before="240" w:after="60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0649DC"/>
    <w:pPr>
      <w:keepNext/>
      <w:outlineLvl w:val="2"/>
    </w:pPr>
    <w:rPr>
      <w:rFonts w:ascii="Arial" w:hAnsi="Arial" w:cs="Arial"/>
      <w:bCs/>
      <w:sz w:val="20"/>
      <w:szCs w:val="22"/>
    </w:rPr>
  </w:style>
  <w:style w:type="paragraph" w:styleId="Heading4">
    <w:name w:val="heading 4"/>
    <w:basedOn w:val="Normal"/>
    <w:next w:val="Normal"/>
    <w:qFormat/>
    <w:rsid w:val="000649DC"/>
    <w:pPr>
      <w:keepNext/>
      <w:spacing w:before="120"/>
      <w:outlineLvl w:val="3"/>
    </w:pPr>
    <w:rPr>
      <w:rFonts w:ascii="Arial" w:hAnsi="Arial"/>
      <w:b/>
      <w:bCs/>
      <w:i/>
      <w:sz w:val="20"/>
      <w:szCs w:val="28"/>
    </w:rPr>
  </w:style>
  <w:style w:type="paragraph" w:styleId="Heading5">
    <w:name w:val="heading 5"/>
    <w:basedOn w:val="Normal"/>
    <w:next w:val="Normal"/>
    <w:qFormat/>
    <w:rsid w:val="000649DC"/>
    <w:pPr>
      <w:keepNext/>
      <w:ind w:left="720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0649DC"/>
    <w:pPr>
      <w:spacing w:before="60" w:after="60"/>
      <w:ind w:left="284"/>
    </w:pPr>
  </w:style>
  <w:style w:type="paragraph" w:styleId="Footer">
    <w:name w:val="footer"/>
    <w:basedOn w:val="Normal"/>
    <w:rsid w:val="000649DC"/>
    <w:pPr>
      <w:tabs>
        <w:tab w:val="center" w:pos="4320"/>
        <w:tab w:val="right" w:pos="8640"/>
      </w:tabs>
      <w:spacing w:after="0"/>
    </w:pPr>
  </w:style>
  <w:style w:type="paragraph" w:styleId="Header">
    <w:name w:val="header"/>
    <w:basedOn w:val="Normal"/>
    <w:rsid w:val="000649DC"/>
    <w:pPr>
      <w:tabs>
        <w:tab w:val="center" w:pos="4320"/>
        <w:tab w:val="right" w:pos="8640"/>
      </w:tabs>
      <w:spacing w:after="0"/>
    </w:pPr>
  </w:style>
  <w:style w:type="paragraph" w:customStyle="1" w:styleId="OPM-conclusion">
    <w:name w:val="OPM - conclusion"/>
    <w:basedOn w:val="BodyText"/>
    <w:next w:val="OPM-level1"/>
    <w:rsid w:val="000649DC"/>
    <w:pPr>
      <w:keepNext/>
      <w:spacing w:before="120"/>
      <w:ind w:left="567" w:hanging="567"/>
      <w:outlineLvl w:val="2"/>
    </w:pPr>
    <w:rPr>
      <w:b/>
      <w:bCs/>
      <w:szCs w:val="22"/>
    </w:rPr>
  </w:style>
  <w:style w:type="paragraph" w:styleId="BodyText">
    <w:name w:val="Body Text"/>
    <w:link w:val="BodyTextChar"/>
    <w:rsid w:val="000649DC"/>
    <w:rPr>
      <w:rFonts w:ascii="Verdana" w:eastAsia="Batang" w:hAnsi="Verdana"/>
      <w:sz w:val="16"/>
      <w:szCs w:val="24"/>
      <w:lang w:eastAsia="en-US"/>
    </w:rPr>
  </w:style>
  <w:style w:type="paragraph" w:customStyle="1" w:styleId="OPM-level1">
    <w:name w:val="OPM - level 1"/>
    <w:basedOn w:val="OPM-conclusion"/>
    <w:rsid w:val="000649DC"/>
    <w:pPr>
      <w:shd w:val="clear" w:color="auto" w:fill="FFFFCC"/>
      <w:spacing w:before="60"/>
      <w:ind w:left="1134"/>
      <w:outlineLvl w:val="3"/>
    </w:pPr>
    <w:rPr>
      <w:b w:val="0"/>
    </w:rPr>
  </w:style>
  <w:style w:type="paragraph" w:styleId="FootnoteText">
    <w:name w:val="footnote text"/>
    <w:basedOn w:val="Normal"/>
    <w:semiHidden/>
    <w:rsid w:val="000649D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649DC"/>
    <w:rPr>
      <w:vertAlign w:val="superscript"/>
    </w:rPr>
  </w:style>
  <w:style w:type="character" w:styleId="CommentReference">
    <w:name w:val="annotation reference"/>
    <w:basedOn w:val="DefaultParagraphFont"/>
    <w:semiHidden/>
    <w:rsid w:val="000649DC"/>
    <w:rPr>
      <w:sz w:val="16"/>
      <w:szCs w:val="16"/>
    </w:rPr>
  </w:style>
  <w:style w:type="paragraph" w:styleId="DocumentMap">
    <w:name w:val="Document Map"/>
    <w:basedOn w:val="Normal"/>
    <w:semiHidden/>
    <w:rsid w:val="000649D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mment-Level1">
    <w:name w:val="Comment - Level 1"/>
    <w:basedOn w:val="Normal"/>
    <w:rsid w:val="000649DC"/>
    <w:pPr>
      <w:keepNext/>
      <w:shd w:val="clear" w:color="auto" w:fill="F3F0D9"/>
      <w:spacing w:before="60" w:after="0"/>
      <w:ind w:left="540"/>
      <w:outlineLvl w:val="3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conclusion">
    <w:name w:val="Comment - conclusion"/>
    <w:basedOn w:val="Normal"/>
    <w:next w:val="Comment-Level1"/>
    <w:rsid w:val="000649DC"/>
    <w:pPr>
      <w:keepNext/>
      <w:spacing w:before="120" w:after="0"/>
      <w:ind w:left="567" w:hanging="567"/>
      <w:outlineLvl w:val="2"/>
    </w:pPr>
    <w:rPr>
      <w:rFonts w:ascii="Verdana" w:hAnsi="Verdana"/>
      <w:b/>
      <w:bCs/>
      <w:i/>
      <w:color w:val="999999"/>
      <w:sz w:val="16"/>
      <w:szCs w:val="16"/>
    </w:rPr>
  </w:style>
  <w:style w:type="paragraph" w:customStyle="1" w:styleId="Comment-ruletype">
    <w:name w:val="Comment - rule type"/>
    <w:basedOn w:val="Normal"/>
    <w:next w:val="Normal"/>
    <w:rsid w:val="000649DC"/>
    <w:pPr>
      <w:keepNext/>
      <w:spacing w:before="120"/>
      <w:outlineLvl w:val="2"/>
    </w:pPr>
    <w:rPr>
      <w:rFonts w:ascii="Arial" w:hAnsi="Arial" w:cs="Arial"/>
      <w:b/>
      <w:bCs/>
      <w:i/>
      <w:color w:val="808080"/>
      <w:sz w:val="20"/>
      <w:szCs w:val="22"/>
    </w:rPr>
  </w:style>
  <w:style w:type="paragraph" w:styleId="CommentText">
    <w:name w:val="annotation text"/>
    <w:basedOn w:val="Normal"/>
    <w:semiHidden/>
    <w:rsid w:val="000649D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649DC"/>
    <w:rPr>
      <w:b/>
      <w:bCs/>
    </w:rPr>
  </w:style>
  <w:style w:type="paragraph" w:styleId="BalloonText">
    <w:name w:val="Balloon Text"/>
    <w:basedOn w:val="Normal"/>
    <w:semiHidden/>
    <w:rsid w:val="000649DC"/>
    <w:rPr>
      <w:rFonts w:ascii="Tahoma" w:hAnsi="Tahoma" w:cs="Tahoma"/>
      <w:sz w:val="16"/>
      <w:szCs w:val="16"/>
    </w:rPr>
  </w:style>
  <w:style w:type="paragraph" w:customStyle="1" w:styleId="Comment-Level2">
    <w:name w:val="Comment - Level 2"/>
    <w:basedOn w:val="Normal"/>
    <w:rsid w:val="000649DC"/>
    <w:pPr>
      <w:keepNext/>
      <w:shd w:val="clear" w:color="auto" w:fill="F6E6E6"/>
      <w:spacing w:before="60" w:after="0"/>
      <w:ind w:left="1080"/>
      <w:outlineLvl w:val="4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3">
    <w:name w:val="Comment - Level 3"/>
    <w:basedOn w:val="Normal"/>
    <w:rsid w:val="000649DC"/>
    <w:pPr>
      <w:keepNext/>
      <w:shd w:val="clear" w:color="auto" w:fill="E3E1F3"/>
      <w:spacing w:before="60" w:after="0"/>
      <w:ind w:left="1620"/>
      <w:outlineLvl w:val="5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4">
    <w:name w:val="Comment - Level 4"/>
    <w:basedOn w:val="Normal"/>
    <w:rsid w:val="000649DC"/>
    <w:pPr>
      <w:keepNext/>
      <w:shd w:val="clear" w:color="auto" w:fill="E4EDF4"/>
      <w:spacing w:before="60" w:after="0"/>
      <w:ind w:left="2160"/>
      <w:outlineLvl w:val="6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5">
    <w:name w:val="Comment - Level 5"/>
    <w:basedOn w:val="Normal"/>
    <w:rsid w:val="000649DC"/>
    <w:pPr>
      <w:keepNext/>
      <w:shd w:val="clear" w:color="auto" w:fill="EEF7ED"/>
      <w:spacing w:before="60" w:after="0"/>
      <w:ind w:left="2700"/>
      <w:outlineLvl w:val="7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6">
    <w:name w:val="Comment - Level 6"/>
    <w:basedOn w:val="Normal"/>
    <w:rsid w:val="000649DC"/>
    <w:pPr>
      <w:keepNext/>
      <w:shd w:val="clear" w:color="auto" w:fill="EEE2D6"/>
      <w:spacing w:before="60" w:after="0"/>
      <w:ind w:left="3969"/>
      <w:outlineLvl w:val="8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RuleName">
    <w:name w:val="Comment - Rule Name"/>
    <w:basedOn w:val="Normal"/>
    <w:rsid w:val="000649DC"/>
    <w:pPr>
      <w:keepNext/>
      <w:spacing w:before="120"/>
      <w:outlineLvl w:val="2"/>
    </w:pPr>
    <w:rPr>
      <w:rFonts w:ascii="Arial Narrow" w:hAnsi="Arial Narrow" w:cs="Arial"/>
      <w:bCs/>
      <w:i/>
      <w:color w:val="808080"/>
      <w:sz w:val="20"/>
      <w:szCs w:val="20"/>
    </w:rPr>
  </w:style>
  <w:style w:type="paragraph" w:customStyle="1" w:styleId="OPM-Alternativeconclusion">
    <w:name w:val="OPM - Alternative conclusion"/>
    <w:basedOn w:val="OPM-conclusion"/>
    <w:rsid w:val="000649DC"/>
  </w:style>
  <w:style w:type="paragraph" w:customStyle="1" w:styleId="OPM-blankline">
    <w:name w:val="OPM - blank line"/>
    <w:basedOn w:val="Normal"/>
    <w:rsid w:val="000649DC"/>
    <w:pPr>
      <w:spacing w:before="120" w:after="0"/>
    </w:pPr>
    <w:rPr>
      <w:rFonts w:ascii="Verdana" w:hAnsi="Verdana" w:cs="Arial"/>
      <w:sz w:val="16"/>
      <w:szCs w:val="22"/>
    </w:rPr>
  </w:style>
  <w:style w:type="paragraph" w:customStyle="1" w:styleId="OPM-commentary">
    <w:name w:val="OPM - commentary"/>
    <w:basedOn w:val="Normal"/>
    <w:rsid w:val="000649DC"/>
    <w:rPr>
      <w:rFonts w:ascii="Verdana" w:hAnsi="Verdana"/>
      <w:color w:val="FF6600"/>
      <w:sz w:val="16"/>
    </w:rPr>
  </w:style>
  <w:style w:type="paragraph" w:customStyle="1" w:styleId="OPM-Heading">
    <w:name w:val="OPM - Heading"/>
    <w:basedOn w:val="Normal"/>
    <w:next w:val="OPM-Heading2"/>
    <w:rsid w:val="000649DC"/>
    <w:pPr>
      <w:spacing w:before="120"/>
      <w:ind w:left="1134" w:right="1134" w:hanging="567"/>
      <w:jc w:val="center"/>
      <w:outlineLvl w:val="0"/>
    </w:pPr>
    <w:rPr>
      <w:rFonts w:cs="Arial"/>
      <w:b/>
      <w:i/>
      <w:szCs w:val="22"/>
    </w:rPr>
  </w:style>
  <w:style w:type="paragraph" w:customStyle="1" w:styleId="OPM-Heading2">
    <w:name w:val="OPM - Heading 2"/>
    <w:basedOn w:val="OPM-Heading"/>
    <w:next w:val="OPM-blankline"/>
    <w:rsid w:val="000649DC"/>
    <w:pPr>
      <w:ind w:left="1124" w:right="1138" w:hanging="562"/>
      <w:outlineLvl w:val="1"/>
    </w:pPr>
    <w:rPr>
      <w:b w:val="0"/>
      <w:iCs/>
    </w:rPr>
  </w:style>
  <w:style w:type="paragraph" w:customStyle="1" w:styleId="OPM-Heading3">
    <w:name w:val="OPM - Heading 3"/>
    <w:basedOn w:val="Normal"/>
    <w:next w:val="OPM-blankline"/>
    <w:rsid w:val="000649DC"/>
    <w:pPr>
      <w:keepNext/>
      <w:spacing w:before="120"/>
      <w:outlineLvl w:val="2"/>
    </w:pPr>
    <w:rPr>
      <w:rFonts w:ascii="Arial" w:hAnsi="Arial" w:cs="Arial"/>
      <w:b/>
      <w:bCs/>
      <w:sz w:val="20"/>
      <w:szCs w:val="22"/>
    </w:rPr>
  </w:style>
  <w:style w:type="paragraph" w:customStyle="1" w:styleId="OPM-ignore">
    <w:name w:val="OPM - ignore"/>
    <w:basedOn w:val="Normal"/>
    <w:rsid w:val="000649DC"/>
    <w:rPr>
      <w:rFonts w:ascii="Verdana" w:hAnsi="Verdana"/>
      <w:color w:val="FF00FF"/>
      <w:sz w:val="16"/>
    </w:rPr>
  </w:style>
  <w:style w:type="paragraph" w:customStyle="1" w:styleId="OPM-legend">
    <w:name w:val="OPM - legend"/>
    <w:basedOn w:val="Normal"/>
    <w:rsid w:val="000649DC"/>
    <w:rPr>
      <w:rFonts w:ascii="Verdana" w:hAnsi="Verdana"/>
      <w:sz w:val="16"/>
      <w:szCs w:val="22"/>
    </w:rPr>
  </w:style>
  <w:style w:type="paragraph" w:customStyle="1" w:styleId="OPM-level2">
    <w:name w:val="OPM - level 2"/>
    <w:basedOn w:val="OPM-level1"/>
    <w:rsid w:val="000649DC"/>
    <w:pPr>
      <w:shd w:val="clear" w:color="auto" w:fill="FFDDDD"/>
      <w:ind w:left="1701"/>
      <w:outlineLvl w:val="4"/>
    </w:pPr>
  </w:style>
  <w:style w:type="paragraph" w:customStyle="1" w:styleId="OPM-level3">
    <w:name w:val="OPM - level 3"/>
    <w:basedOn w:val="OPM-level2"/>
    <w:rsid w:val="000649DC"/>
    <w:pPr>
      <w:shd w:val="clear" w:color="auto" w:fill="D5D5FF"/>
      <w:ind w:left="2268"/>
      <w:outlineLvl w:val="5"/>
    </w:pPr>
    <w:rPr>
      <w:rFonts w:cs="Arial"/>
    </w:rPr>
  </w:style>
  <w:style w:type="paragraph" w:customStyle="1" w:styleId="OPM-level4">
    <w:name w:val="OPM - level 4"/>
    <w:basedOn w:val="OPM-level3"/>
    <w:rsid w:val="000649DC"/>
    <w:pPr>
      <w:shd w:val="clear" w:color="auto" w:fill="CCECFF"/>
      <w:ind w:left="2835"/>
      <w:outlineLvl w:val="6"/>
    </w:pPr>
  </w:style>
  <w:style w:type="paragraph" w:customStyle="1" w:styleId="OPM-level5">
    <w:name w:val="OPM - level 5"/>
    <w:basedOn w:val="OPM-level4"/>
    <w:rsid w:val="000649DC"/>
    <w:pPr>
      <w:shd w:val="clear" w:color="auto" w:fill="CCFFCC"/>
      <w:ind w:left="3402"/>
      <w:outlineLvl w:val="7"/>
    </w:pPr>
  </w:style>
  <w:style w:type="paragraph" w:customStyle="1" w:styleId="OPM-level6">
    <w:name w:val="OPM - level 6"/>
    <w:basedOn w:val="OPM-level5"/>
    <w:rsid w:val="000649DC"/>
    <w:pPr>
      <w:shd w:val="clear" w:color="auto" w:fill="FFD9B3"/>
      <w:ind w:left="3969"/>
      <w:outlineLvl w:val="8"/>
    </w:pPr>
  </w:style>
  <w:style w:type="paragraph" w:customStyle="1" w:styleId="OPM-RuleName">
    <w:name w:val="OPM - Rule Name"/>
    <w:basedOn w:val="OPM-Heading3"/>
    <w:next w:val="OPM-conclusion"/>
    <w:rsid w:val="000649DC"/>
    <w:rPr>
      <w:b w:val="0"/>
      <w:i/>
      <w:sz w:val="16"/>
    </w:rPr>
  </w:style>
  <w:style w:type="paragraph" w:customStyle="1" w:styleId="OPM-ruletype">
    <w:name w:val="OPM - rule type"/>
    <w:basedOn w:val="OPM-Heading3"/>
    <w:rsid w:val="000649DC"/>
    <w:rPr>
      <w:i/>
    </w:rPr>
  </w:style>
  <w:style w:type="table" w:styleId="TableGrid">
    <w:name w:val="Table Grid"/>
    <w:basedOn w:val="TableNormal"/>
    <w:rsid w:val="000649DC"/>
    <w:pPr>
      <w:spacing w:after="120"/>
    </w:pPr>
    <w:rPr>
      <w:rFonts w:eastAsia="Batang"/>
      <w:lang w:val="en-PH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0649DC"/>
    <w:rPr>
      <w:rFonts w:ascii="Verdana" w:eastAsia="Batang" w:hAnsi="Verdana"/>
      <w:sz w:val="16"/>
      <w:szCs w:val="24"/>
      <w:lang w:eastAsia="en-US"/>
    </w:rPr>
  </w:style>
  <w:style w:type="paragraph" w:customStyle="1" w:styleId="OPM-ruletags">
    <w:name w:val="OPM - ruletags"/>
    <w:basedOn w:val="Normal"/>
    <w:qFormat/>
    <w:rsid w:val="000649DC"/>
    <w:rPr>
      <w:color w:val="808080" w:themeColor="background1" w:themeShade="80"/>
      <w:lang w:val="en-US"/>
    </w:rPr>
  </w:style>
  <w:style w:type="character" w:customStyle="1" w:styleId="Heading2Char">
    <w:name w:val="Heading 2 Char"/>
    <w:basedOn w:val="DefaultParagraphFont"/>
    <w:link w:val="Heading2"/>
    <w:rsid w:val="00030B61"/>
    <w:rPr>
      <w:rFonts w:ascii="Arial" w:eastAsia="Batang" w:hAnsi="Arial" w:cs="Arial"/>
      <w:b/>
      <w:bCs/>
      <w:iCs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Oracle\Policy%20Modeling\22B\Templates\Policy%20Modeling%2012.2.27%20Word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Policy Modeling 12.2.27 Word Template.dotm</Template>
  <TotalTime>92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Oracle Policy Modeling Template</vt:lpstr>
    </vt:vector>
  </TitlesOfParts>
  <Company>Oracle Corporation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Oracle Policy Modeling Template</dc:title>
  <dc:subject>Oracle Policy Modeling 10.0</dc:subject>
  <dc:creator>Brad Tuckett</dc:creator>
  <cp:lastModifiedBy>Sue Novak</cp:lastModifiedBy>
  <cp:revision>35</cp:revision>
  <dcterms:created xsi:type="dcterms:W3CDTF">2012-07-20T01:24:00Z</dcterms:created>
  <dcterms:modified xsi:type="dcterms:W3CDTF">2022-06-08T23:02:00Z</dcterms:modified>
</cp:coreProperties>
</file>